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7C369D"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13E42" w14:paraId="141EE97F" w14:textId="77777777" w:rsidTr="00146EEC">
        <w:tc>
          <w:tcPr>
            <w:tcW w:w="2689" w:type="dxa"/>
          </w:tcPr>
          <w:p w14:paraId="29679931" w14:textId="66DF7CD8" w:rsidR="00E13E42" w:rsidRPr="00E13E42" w:rsidRDefault="00E13E42" w:rsidP="00A1743D">
            <w:pPr>
              <w:pStyle w:val="SIText"/>
            </w:pPr>
            <w:r w:rsidRPr="00E13E42">
              <w:t xml:space="preserve">Release </w:t>
            </w:r>
            <w:r w:rsidR="00C834FC">
              <w:t>1</w:t>
            </w:r>
          </w:p>
        </w:tc>
        <w:tc>
          <w:tcPr>
            <w:tcW w:w="6939" w:type="dxa"/>
          </w:tcPr>
          <w:p w14:paraId="066CB9C2" w14:textId="4D59CDB7" w:rsidR="00E13E42" w:rsidRPr="00E13E42" w:rsidRDefault="00E13E42" w:rsidP="00A1743D">
            <w:pPr>
              <w:pStyle w:val="SIText"/>
            </w:pPr>
            <w:r w:rsidRPr="00E13E42">
              <w:t xml:space="preserve">This version released with FWP Forest and Wood Products Training Package Version </w:t>
            </w:r>
            <w:r w:rsidR="00104D6D">
              <w:t>6</w:t>
            </w:r>
            <w:r w:rsidR="007C369D">
              <w:t>.0</w:t>
            </w:r>
            <w:r w:rsidRPr="00E13E4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05DAD542" w:rsidR="00F1480E" w:rsidRPr="000754EC" w:rsidRDefault="00F12A3F" w:rsidP="000754EC">
            <w:pPr>
              <w:pStyle w:val="SIUNITCODE"/>
            </w:pPr>
            <w:r>
              <w:t>FWPCOT2</w:t>
            </w:r>
            <w:r w:rsidR="005D459B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3D33C86E" w:rsidR="00F1480E" w:rsidRPr="000754EC" w:rsidRDefault="007C369D" w:rsidP="000754EC">
            <w:pPr>
              <w:pStyle w:val="SIUnittitle"/>
            </w:pPr>
            <w:r w:rsidRPr="007C369D">
              <w:t>Cut materials with a hand-held chainsaw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590F5E" w14:textId="131D1172" w:rsidR="007C369D" w:rsidRPr="007C369D" w:rsidRDefault="007C369D" w:rsidP="00A1743D">
            <w:pPr>
              <w:pStyle w:val="SIText"/>
            </w:pPr>
            <w:r w:rsidRPr="007C369D">
              <w:t xml:space="preserve">This unit of competency describes the </w:t>
            </w:r>
            <w:r w:rsidR="001F0C77">
              <w:t>skills and knowledge</w:t>
            </w:r>
            <w:r w:rsidR="001F0C77" w:rsidRPr="007C369D">
              <w:t xml:space="preserve"> </w:t>
            </w:r>
            <w:r w:rsidRPr="007C369D">
              <w:t xml:space="preserve">required to prepare and cut materials with a hand-held chainsaw. This unit includes </w:t>
            </w:r>
            <w:r w:rsidR="001E55CF">
              <w:t>preparing for work, cutting materials</w:t>
            </w:r>
            <w:r w:rsidR="001E55CF" w:rsidRPr="001E55CF">
              <w:t>, maximising volume and quality of recovery material, and performing routine operator maintenance</w:t>
            </w:r>
            <w:r w:rsidRPr="007C369D">
              <w:t xml:space="preserve">. </w:t>
            </w:r>
          </w:p>
          <w:p w14:paraId="46D1D3F9" w14:textId="097A01B3" w:rsidR="007C369D" w:rsidRPr="007C369D" w:rsidRDefault="007C369D" w:rsidP="00A1743D">
            <w:pPr>
              <w:pStyle w:val="SIText"/>
            </w:pPr>
            <w:r w:rsidRPr="007C369D">
              <w:t xml:space="preserve">The unit applies to those who cut materials with a hand-held chainsaw in a variety of work settings including construction, </w:t>
            </w:r>
            <w:proofErr w:type="gramStart"/>
            <w:r w:rsidRPr="007C369D">
              <w:t>saw mill</w:t>
            </w:r>
            <w:proofErr w:type="gramEnd"/>
            <w:r w:rsidRPr="007C369D">
              <w:t xml:space="preserve">, forest products factory, timber retail yard </w:t>
            </w:r>
            <w:r w:rsidR="001F0C77">
              <w:t>and</w:t>
            </w:r>
            <w:r w:rsidRPr="007C369D">
              <w:t xml:space="preserve"> horticultural environment</w:t>
            </w:r>
            <w:r w:rsidR="001F0C77">
              <w:t>s</w:t>
            </w:r>
            <w:r w:rsidRPr="007C369D">
              <w:t>.</w:t>
            </w:r>
          </w:p>
          <w:p w14:paraId="216189FE" w14:textId="289FDF62" w:rsidR="00373436" w:rsidRPr="000754EC" w:rsidRDefault="007C369D" w:rsidP="00A1743D">
            <w:pPr>
              <w:pStyle w:val="SIText"/>
            </w:pPr>
            <w:r w:rsidRPr="007C369D">
              <w:t>No licensing, legislative</w:t>
            </w:r>
            <w:r w:rsidR="000B13E5">
              <w:t xml:space="preserve"> </w:t>
            </w:r>
            <w:r w:rsidRPr="007C369D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5772AA2C" w:rsidR="00F1480E" w:rsidRPr="000754EC" w:rsidRDefault="000B13E5" w:rsidP="00A1743D">
            <w:pPr>
              <w:pStyle w:val="SIText"/>
            </w:pPr>
            <w:r>
              <w:t>Common technical</w:t>
            </w:r>
            <w:r w:rsidR="00104D6D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C369D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86F77B4" w:rsidR="007C369D" w:rsidRPr="007C369D" w:rsidRDefault="007C369D" w:rsidP="00A1743D">
            <w:pPr>
              <w:pStyle w:val="SIText"/>
            </w:pPr>
            <w:r w:rsidRPr="007C369D">
              <w:t>1. Prepare for operation</w:t>
            </w:r>
          </w:p>
        </w:tc>
        <w:tc>
          <w:tcPr>
            <w:tcW w:w="3604" w:type="pct"/>
            <w:shd w:val="clear" w:color="auto" w:fill="auto"/>
          </w:tcPr>
          <w:p w14:paraId="4A41AEB8" w14:textId="7B77ACB7" w:rsidR="001F0C77" w:rsidRPr="001F0C77" w:rsidRDefault="001F0C77" w:rsidP="001F0C77">
            <w:r>
              <w:t>1</w:t>
            </w:r>
            <w:r w:rsidRPr="001F0C77">
              <w:t>.1 Re</w:t>
            </w:r>
            <w:r w:rsidR="00B90468">
              <w:t>ad and interpret</w:t>
            </w:r>
            <w:r w:rsidRPr="001F0C77">
              <w:t xml:space="preserve"> work order or instruction to determine job requirements and, where required, seek clarification from appropriate person</w:t>
            </w:r>
          </w:p>
          <w:p w14:paraId="54D8A1A2" w14:textId="62A364B8" w:rsidR="001F0C77" w:rsidRPr="001F0C77" w:rsidRDefault="001F0C77" w:rsidP="001F0C77">
            <w:pPr>
              <w:pStyle w:val="SIText"/>
            </w:pPr>
            <w:r>
              <w:t>1.2</w:t>
            </w:r>
            <w:r w:rsidR="00104D6D">
              <w:t xml:space="preserve"> Identify and f</w:t>
            </w:r>
            <w:r w:rsidR="00CD3D99">
              <w:t>ollow</w:t>
            </w:r>
            <w:r w:rsidRPr="001F0C77">
              <w:t xml:space="preserve"> workplace </w:t>
            </w:r>
            <w:r w:rsidR="00CD3D99">
              <w:t>safety</w:t>
            </w:r>
            <w:r w:rsidRPr="001F0C77">
              <w:t xml:space="preserve"> procedures, including the use of personal protective equipment</w:t>
            </w:r>
            <w:r w:rsidR="008D5F4F">
              <w:t xml:space="preserve"> (PPE)</w:t>
            </w:r>
            <w:r w:rsidRPr="001F0C77">
              <w:t>, equipment lock-out and safe manual handling techniques</w:t>
            </w:r>
          </w:p>
          <w:p w14:paraId="15BDA70F" w14:textId="51905FAF" w:rsidR="001F0C77" w:rsidRPr="001F0C77" w:rsidRDefault="001F0C77" w:rsidP="001F0C77">
            <w:pPr>
              <w:pStyle w:val="SIText"/>
            </w:pPr>
            <w:r w:rsidRPr="00B2235C">
              <w:t>1.</w:t>
            </w:r>
            <w:r w:rsidRPr="001F0C77">
              <w:t xml:space="preserve">3 Identify, assess and take actions to mitigate risks and hazards associated with using a </w:t>
            </w:r>
            <w:r w:rsidRPr="007C369D">
              <w:t>hand-held chainsaw</w:t>
            </w:r>
          </w:p>
          <w:p w14:paraId="27BEB0CF" w14:textId="315BC5C7" w:rsidR="001F0C77" w:rsidRPr="001F0C77" w:rsidRDefault="001F0C77" w:rsidP="001F0C77">
            <w:pPr>
              <w:pStyle w:val="SIText"/>
            </w:pPr>
            <w:r>
              <w:t xml:space="preserve">1.4 Identify </w:t>
            </w:r>
            <w:r w:rsidRPr="001F0C77">
              <w:t xml:space="preserve">workplace environmental </w:t>
            </w:r>
            <w:r w:rsidR="00FB4C38">
              <w:t>requirements</w:t>
            </w:r>
            <w:r w:rsidRPr="001F0C77">
              <w:t xml:space="preserve"> for minimising and disposing of waste material, recycling and reusing materials and cleaning tools and equipment </w:t>
            </w:r>
          </w:p>
          <w:p w14:paraId="5991BE2E" w14:textId="77777777" w:rsidR="001F0C77" w:rsidRPr="001F0C77" w:rsidRDefault="001F0C77" w:rsidP="001F0C77">
            <w:pPr>
              <w:pStyle w:val="SIText"/>
            </w:pPr>
            <w:r w:rsidRPr="001F604F">
              <w:t>1.5 Consult</w:t>
            </w:r>
            <w:r w:rsidRPr="001F0C77">
              <w:t xml:space="preserve"> with team members and other appropriate personnel to ensure that work is coordinated effectively with others in the workplace</w:t>
            </w:r>
          </w:p>
          <w:p w14:paraId="4739C167" w14:textId="483C1F8E" w:rsidR="001F0C77" w:rsidRPr="001F0C77" w:rsidRDefault="001F0C77" w:rsidP="001F0C77">
            <w:r w:rsidRPr="001F604F">
              <w:t xml:space="preserve">1.6 </w:t>
            </w:r>
            <w:r w:rsidRPr="001F0C77">
              <w:t xml:space="preserve">Locate </w:t>
            </w:r>
            <w:r w:rsidRPr="007C369D">
              <w:t>hand-held chainsaw</w:t>
            </w:r>
            <w:r w:rsidRPr="001F0C77">
              <w:t xml:space="preserve"> and other support equipment needed for the work and check for correct operation and safety</w:t>
            </w:r>
          </w:p>
          <w:p w14:paraId="0DBD6C54" w14:textId="77777777" w:rsidR="001F0C77" w:rsidRPr="001F0C77" w:rsidRDefault="001F0C77" w:rsidP="001F0C77">
            <w:r>
              <w:t>1.7 Conduct pre-start up checks of saw to determine serviceability according to manufacturer instructions</w:t>
            </w:r>
          </w:p>
          <w:p w14:paraId="46D92966" w14:textId="2454D908" w:rsidR="007C369D" w:rsidRPr="007C369D" w:rsidRDefault="001F0C77" w:rsidP="007C369D">
            <w:r w:rsidRPr="004955F6">
              <w:t>1.</w:t>
            </w:r>
            <w:r w:rsidRPr="001F0C77">
              <w:t>8 Plan cutting activities according to workplace procedures.</w:t>
            </w:r>
          </w:p>
        </w:tc>
      </w:tr>
      <w:tr w:rsidR="007C369D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652CA22" w:rsidR="007C369D" w:rsidRPr="007C369D" w:rsidRDefault="007C369D" w:rsidP="00A1743D">
            <w:pPr>
              <w:pStyle w:val="SIText"/>
            </w:pPr>
            <w:r w:rsidRPr="007C369D">
              <w:t>2. Cut material</w:t>
            </w:r>
          </w:p>
        </w:tc>
        <w:tc>
          <w:tcPr>
            <w:tcW w:w="3604" w:type="pct"/>
            <w:shd w:val="clear" w:color="auto" w:fill="auto"/>
          </w:tcPr>
          <w:p w14:paraId="483A1B5E" w14:textId="64EA8106" w:rsidR="007C369D" w:rsidRPr="007C369D" w:rsidRDefault="007C369D" w:rsidP="00A1743D">
            <w:pPr>
              <w:pStyle w:val="SIText"/>
            </w:pPr>
            <w:r w:rsidRPr="007C369D">
              <w:t>2.1 Visually assess materials to be cut for defects that may present unsafe work conditions, and review cutting plan</w:t>
            </w:r>
          </w:p>
          <w:p w14:paraId="7838BD09" w14:textId="1364BFB7" w:rsidR="007C369D" w:rsidRPr="007C369D" w:rsidRDefault="007C369D" w:rsidP="00A1743D">
            <w:pPr>
              <w:pStyle w:val="SIText"/>
            </w:pPr>
            <w:r w:rsidRPr="007C369D">
              <w:t>2.2 Place cutting supports to ensure a stable base</w:t>
            </w:r>
          </w:p>
          <w:p w14:paraId="33B904F2" w14:textId="55E9299E" w:rsidR="007C369D" w:rsidRPr="007C369D" w:rsidRDefault="007C369D" w:rsidP="00A1743D">
            <w:pPr>
              <w:pStyle w:val="SIText"/>
            </w:pPr>
            <w:r w:rsidRPr="007C369D">
              <w:t xml:space="preserve">2.3 </w:t>
            </w:r>
            <w:r w:rsidR="000D14CC">
              <w:t>C</w:t>
            </w:r>
            <w:r w:rsidR="001F3334">
              <w:t>ut</w:t>
            </w:r>
            <w:r w:rsidRPr="007C369D">
              <w:t xml:space="preserve"> material</w:t>
            </w:r>
            <w:r w:rsidR="001F3334">
              <w:t>s</w:t>
            </w:r>
            <w:r w:rsidRPr="007C369D">
              <w:t xml:space="preserve"> within </w:t>
            </w:r>
            <w:r w:rsidR="001F0C77">
              <w:t xml:space="preserve">workplace </w:t>
            </w:r>
            <w:r w:rsidRPr="007C369D">
              <w:t>standard tolerances for length and angle relative to centre line</w:t>
            </w:r>
          </w:p>
          <w:p w14:paraId="5BFF895C" w14:textId="03740384" w:rsidR="007C369D" w:rsidRPr="007C369D" w:rsidRDefault="007C369D" w:rsidP="00A1743D">
            <w:pPr>
              <w:pStyle w:val="SIText"/>
            </w:pPr>
            <w:r w:rsidRPr="007C369D">
              <w:t>2.4 Use cutting techniques to</w:t>
            </w:r>
            <w:r w:rsidR="001F3334">
              <w:t xml:space="preserve"> cut materials to</w:t>
            </w:r>
            <w:r w:rsidRPr="007C369D">
              <w:t xml:space="preserve"> industry standard lengths, maximising volume and quality of recovery material</w:t>
            </w:r>
          </w:p>
          <w:p w14:paraId="75457944" w14:textId="12424BC2" w:rsidR="007C369D" w:rsidRPr="007C369D" w:rsidRDefault="007C369D" w:rsidP="00A1743D">
            <w:pPr>
              <w:pStyle w:val="SIText"/>
            </w:pPr>
            <w:r w:rsidRPr="007C369D">
              <w:t>2.5 Operate chainsaw effectively</w:t>
            </w:r>
            <w:r w:rsidR="001F0C77">
              <w:t xml:space="preserve"> according to</w:t>
            </w:r>
            <w:r w:rsidRPr="007C369D">
              <w:t xml:space="preserve"> manufacturer recommendations</w:t>
            </w:r>
          </w:p>
          <w:p w14:paraId="054A26A9" w14:textId="146102B5" w:rsidR="007C369D" w:rsidRPr="007C369D" w:rsidRDefault="007C369D" w:rsidP="00A1743D">
            <w:pPr>
              <w:pStyle w:val="SIText"/>
            </w:pPr>
            <w:r w:rsidRPr="007C369D">
              <w:t xml:space="preserve">2.6 Clear and dispose of debris </w:t>
            </w:r>
            <w:r w:rsidR="001F0C77">
              <w:t>according to</w:t>
            </w:r>
            <w:r w:rsidR="001F0C77" w:rsidRPr="001F0C77">
              <w:t xml:space="preserve"> </w:t>
            </w:r>
            <w:r w:rsidR="001F0C77">
              <w:t>workplace</w:t>
            </w:r>
            <w:r w:rsidRPr="007C369D">
              <w:t xml:space="preserve"> procedures and environmental requirements</w:t>
            </w:r>
          </w:p>
          <w:p w14:paraId="08B9C5BD" w14:textId="68B19A31" w:rsidR="007C369D" w:rsidRPr="007C369D" w:rsidRDefault="007C369D" w:rsidP="00A1743D">
            <w:pPr>
              <w:pStyle w:val="SIText"/>
            </w:pPr>
            <w:r w:rsidRPr="007C369D">
              <w:t>2.7 Complete production and quality reports</w:t>
            </w:r>
          </w:p>
          <w:p w14:paraId="1DF4B59F" w14:textId="242A0078" w:rsidR="007C369D" w:rsidRPr="007C369D" w:rsidRDefault="007C369D" w:rsidP="00A1743D">
            <w:pPr>
              <w:pStyle w:val="SIText"/>
            </w:pPr>
            <w:r w:rsidRPr="007C369D">
              <w:t>2.8 Identify processing problems and equipment faults and report to appropriate personnel</w:t>
            </w:r>
          </w:p>
        </w:tc>
      </w:tr>
      <w:tr w:rsidR="007C369D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00752BBC" w:rsidR="007C369D" w:rsidRPr="007C369D" w:rsidRDefault="007C369D" w:rsidP="00A1743D">
            <w:pPr>
              <w:pStyle w:val="SIText"/>
            </w:pPr>
            <w:r w:rsidRPr="007C369D">
              <w:lastRenderedPageBreak/>
              <w:t xml:space="preserve">3. </w:t>
            </w:r>
            <w:r w:rsidR="000E1536">
              <w:t>Perform routine operator mainten</w:t>
            </w:r>
            <w:r w:rsidR="000E1536" w:rsidRPr="000E1536">
              <w:t>ance</w:t>
            </w:r>
          </w:p>
        </w:tc>
        <w:tc>
          <w:tcPr>
            <w:tcW w:w="3604" w:type="pct"/>
            <w:shd w:val="clear" w:color="auto" w:fill="auto"/>
          </w:tcPr>
          <w:p w14:paraId="179B006E" w14:textId="57D08BE1" w:rsidR="007C369D" w:rsidRPr="007C369D" w:rsidRDefault="007C369D" w:rsidP="00A1743D">
            <w:pPr>
              <w:pStyle w:val="SIText"/>
            </w:pPr>
            <w:r w:rsidRPr="007C369D">
              <w:t xml:space="preserve">3.1 </w:t>
            </w:r>
            <w:r w:rsidR="001F0C77" w:rsidRPr="00F12A3F">
              <w:t>Lock-out, clean and maintain</w:t>
            </w:r>
            <w:r w:rsidR="001F0C77" w:rsidRPr="001F0C77" w:rsidDel="001F0C77">
              <w:t xml:space="preserve"> </w:t>
            </w:r>
            <w:r w:rsidRPr="007C369D">
              <w:t xml:space="preserve">chainsaw </w:t>
            </w:r>
            <w:r w:rsidR="001F0C77">
              <w:t>according to</w:t>
            </w:r>
            <w:r w:rsidR="001F0C77" w:rsidRPr="001F0C77">
              <w:t xml:space="preserve"> </w:t>
            </w:r>
            <w:r w:rsidRPr="007C369D">
              <w:t xml:space="preserve">manufacturer recommendations and </w:t>
            </w:r>
            <w:r w:rsidR="001F0C77">
              <w:t>workplace</w:t>
            </w:r>
            <w:r w:rsidR="001F0C77" w:rsidRPr="007C369D">
              <w:t xml:space="preserve"> </w:t>
            </w:r>
            <w:r w:rsidRPr="007C369D">
              <w:t>procedures</w:t>
            </w:r>
          </w:p>
          <w:p w14:paraId="306C42B2" w14:textId="4D64B843" w:rsidR="007C369D" w:rsidRPr="007C369D" w:rsidRDefault="007C369D" w:rsidP="00A1743D">
            <w:pPr>
              <w:pStyle w:val="SIText"/>
            </w:pPr>
            <w:r w:rsidRPr="007C369D">
              <w:t xml:space="preserve">3.2 Identify blunt or damaged </w:t>
            </w:r>
            <w:r w:rsidR="001F0C77">
              <w:t>chain</w:t>
            </w:r>
            <w:r w:rsidR="001F0C77" w:rsidRPr="007C369D">
              <w:t xml:space="preserve"> </w:t>
            </w:r>
            <w:r w:rsidRPr="007C369D">
              <w:t xml:space="preserve">and </w:t>
            </w:r>
            <w:r w:rsidR="001F0C77">
              <w:t xml:space="preserve">remove, </w:t>
            </w:r>
            <w:r w:rsidRPr="007C369D">
              <w:t>replace or sharpen</w:t>
            </w:r>
            <w:r w:rsidR="001F0C77">
              <w:t xml:space="preserve"> and adjust chain</w:t>
            </w:r>
            <w:r w:rsidRPr="007C369D">
              <w:t xml:space="preserve"> </w:t>
            </w:r>
            <w:r w:rsidR="001F0C77">
              <w:t>according to workplace</w:t>
            </w:r>
            <w:r w:rsidRPr="007C369D">
              <w:t xml:space="preserve"> procedures and manufacturer recommendations</w:t>
            </w:r>
          </w:p>
          <w:p w14:paraId="28C25C0F" w14:textId="4D26F972" w:rsidR="007C369D" w:rsidRPr="007C369D" w:rsidRDefault="007C369D" w:rsidP="00A1743D">
            <w:pPr>
              <w:pStyle w:val="SIText"/>
            </w:pPr>
            <w:r w:rsidRPr="007C369D">
              <w:t>3.3 Record and report maintenance activities to appropriate personnel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0C77" w:rsidRPr="00D42484" w14:paraId="6DA0E906" w14:textId="77777777" w:rsidTr="001F0C7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901F" w14:textId="77777777" w:rsidR="001F0C77" w:rsidRPr="001F0C77" w:rsidRDefault="001F0C77" w:rsidP="001F0C77">
            <w:pPr>
              <w:pStyle w:val="SIText-Bold"/>
            </w:pPr>
            <w:r w:rsidRPr="001F0C77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BD31" w14:textId="2BFDB18B" w:rsidR="001F0C77" w:rsidRPr="001F0C77" w:rsidRDefault="00BC0C36" w:rsidP="00FD5163">
            <w:pPr>
              <w:pStyle w:val="SIBulletList1"/>
              <w:rPr>
                <w:lang w:eastAsia="en-AU"/>
              </w:rPr>
            </w:pPr>
            <w:r>
              <w:t xml:space="preserve">Extract relevant information and job requirements from </w:t>
            </w:r>
            <w:r w:rsidR="00FD5163">
              <w:t xml:space="preserve">relevant </w:t>
            </w:r>
            <w:r w:rsidRPr="00255C67">
              <w:t>documentation</w:t>
            </w:r>
          </w:p>
        </w:tc>
      </w:tr>
      <w:tr w:rsidR="001F0C77" w:rsidRPr="00D42484" w14:paraId="71D3117E" w14:textId="77777777" w:rsidTr="001F0C7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7E7E" w14:textId="77777777" w:rsidR="001F0C77" w:rsidRPr="001F0C77" w:rsidRDefault="001F0C77" w:rsidP="001F0C77">
            <w:pPr>
              <w:pStyle w:val="SIText-Bold"/>
            </w:pPr>
            <w:r w:rsidRPr="001F0C77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9698" w14:textId="42D0A4FA" w:rsidR="001F0C77" w:rsidRPr="001F0C77" w:rsidRDefault="00523622" w:rsidP="00523622">
            <w:pPr>
              <w:pStyle w:val="SIBulletList1"/>
              <w:rPr>
                <w:lang w:eastAsia="en-AU"/>
              </w:rPr>
            </w:pPr>
            <w:r>
              <w:rPr>
                <w:rFonts w:eastAsiaTheme="minorHAnsi"/>
                <w:lang w:val="en-GB"/>
              </w:rPr>
              <w:t xml:space="preserve">Use correct technical and enterprise specific vocabulary to accurately and legibly complete </w:t>
            </w:r>
            <w:r w:rsidR="00FD5163">
              <w:rPr>
                <w:rFonts w:eastAsiaTheme="minorHAnsi"/>
                <w:lang w:val="en-GB"/>
              </w:rPr>
              <w:t xml:space="preserve">workplace records and forms </w:t>
            </w:r>
          </w:p>
        </w:tc>
      </w:tr>
      <w:tr w:rsidR="001F0C77" w:rsidRPr="00D42484" w14:paraId="77FBBA0F" w14:textId="77777777" w:rsidTr="001F0C7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0B87" w14:textId="77777777" w:rsidR="001F0C77" w:rsidRPr="001F0C77" w:rsidRDefault="001F0C77" w:rsidP="001F0C77">
            <w:pPr>
              <w:pStyle w:val="SIText-Bold"/>
            </w:pPr>
            <w:r w:rsidRPr="001F0C77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1BAA" w14:textId="5955EAE1" w:rsidR="001F0C77" w:rsidRDefault="001F0C77" w:rsidP="00523622">
            <w:pPr>
              <w:pStyle w:val="SIBulletList1"/>
              <w:rPr>
                <w:lang w:eastAsia="en-AU"/>
              </w:rPr>
            </w:pPr>
            <w:r w:rsidRPr="001F0C77">
              <w:rPr>
                <w:lang w:eastAsia="en-AU"/>
              </w:rPr>
              <w:t xml:space="preserve">Ask open and closed probing questions and actively listen to clarify </w:t>
            </w:r>
            <w:r w:rsidR="00523622">
              <w:rPr>
                <w:lang w:eastAsia="en-AU"/>
              </w:rPr>
              <w:t>job requirements</w:t>
            </w:r>
          </w:p>
          <w:p w14:paraId="11EE2485" w14:textId="3DD54031" w:rsidR="00523622" w:rsidRPr="001F0C77" w:rsidRDefault="00765CE3" w:rsidP="00765CE3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Give clear and sequenced information and ask clarifying questions when coordinating tasks with team members and others</w:t>
            </w:r>
          </w:p>
        </w:tc>
      </w:tr>
    </w:tbl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653C0681" w14:textId="50208E55" w:rsidR="000259E1" w:rsidRDefault="001F0C77" w:rsidP="00A44CD2">
            <w:pPr>
              <w:pStyle w:val="SIText"/>
            </w:pPr>
            <w:r w:rsidRPr="007C369D">
              <w:t>FWPCOT2</w:t>
            </w:r>
            <w:r w:rsidR="00C76A00">
              <w:t>XXX</w:t>
            </w:r>
            <w:r w:rsidRPr="007C369D">
              <w:t xml:space="preserve"> Cut materials with a </w:t>
            </w:r>
            <w:r w:rsidRPr="001F0C77">
              <w:t>hand-held chainsaw</w:t>
            </w:r>
          </w:p>
          <w:p w14:paraId="2D8431B0" w14:textId="0C012F7E" w:rsidR="001F0C77" w:rsidRPr="000259E1" w:rsidRDefault="001F0C77" w:rsidP="00A44CD2">
            <w:pPr>
              <w:pStyle w:val="SIText"/>
            </w:pPr>
          </w:p>
        </w:tc>
        <w:tc>
          <w:tcPr>
            <w:tcW w:w="1105" w:type="pct"/>
          </w:tcPr>
          <w:p w14:paraId="43730281" w14:textId="496306B8" w:rsidR="00041E59" w:rsidRPr="000754EC" w:rsidRDefault="007C369D" w:rsidP="0091548A">
            <w:pPr>
              <w:pStyle w:val="SIText"/>
            </w:pPr>
            <w:r w:rsidRPr="007C369D">
              <w:t>FWPCOT2238 Cut materials with a hand-held chainsaw</w:t>
            </w:r>
          </w:p>
        </w:tc>
        <w:tc>
          <w:tcPr>
            <w:tcW w:w="1251" w:type="pct"/>
          </w:tcPr>
          <w:p w14:paraId="76C1361D" w14:textId="77777777" w:rsidR="00041E59" w:rsidRDefault="00AC7AE8" w:rsidP="000754EC">
            <w:pPr>
              <w:pStyle w:val="SIText"/>
            </w:pPr>
            <w:r>
              <w:t>Application – update with minor wording changes</w:t>
            </w:r>
          </w:p>
          <w:p w14:paraId="161264F0" w14:textId="77777777" w:rsidR="0057126C" w:rsidRDefault="0057126C" w:rsidP="000754EC">
            <w:pPr>
              <w:pStyle w:val="SIText"/>
            </w:pPr>
            <w:r>
              <w:t xml:space="preserve">Element 3 – renamed </w:t>
            </w:r>
          </w:p>
          <w:p w14:paraId="6F4C3595" w14:textId="77777777" w:rsidR="0057126C" w:rsidRDefault="0057126C" w:rsidP="000754EC">
            <w:pPr>
              <w:pStyle w:val="SIText"/>
            </w:pPr>
            <w:r>
              <w:t>Performance Criteria – reviewed, updated and re-sequenced</w:t>
            </w:r>
          </w:p>
          <w:p w14:paraId="2E33F956" w14:textId="43324F58" w:rsidR="0057126C" w:rsidRPr="000754EC" w:rsidRDefault="0057126C" w:rsidP="000754EC">
            <w:pPr>
              <w:pStyle w:val="SIText"/>
            </w:pPr>
            <w:r>
              <w:t>Foundation Skills and Assessment Requirements – reviewed and updated</w:t>
            </w:r>
          </w:p>
        </w:tc>
        <w:tc>
          <w:tcPr>
            <w:tcW w:w="1616" w:type="pct"/>
          </w:tcPr>
          <w:p w14:paraId="1AF1365B" w14:textId="1D67C673" w:rsidR="009A2047" w:rsidRPr="009A2047" w:rsidRDefault="0090319F" w:rsidP="00A44CD2">
            <w:pPr>
              <w:rPr>
                <w:lang w:eastAsia="en-US"/>
              </w:rPr>
            </w:pPr>
            <w:r>
              <w:rPr>
                <w:lang w:eastAsia="en-US"/>
              </w:rPr>
              <w:t>Equivalent unit</w:t>
            </w:r>
          </w:p>
        </w:tc>
      </w:tr>
    </w:tbl>
    <w:p w14:paraId="6386F421" w14:textId="59B087F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2487BBBC" w:rsidR="00F1480E" w:rsidRPr="000754EC" w:rsidRDefault="003E34E7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214E043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C369D" w:rsidRPr="007C369D">
              <w:t>FWPCOT2238 Cut materials with a hand-held chainsaw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B35F691" w14:textId="12340D4C" w:rsidR="001F0C77" w:rsidRPr="001F0C77" w:rsidRDefault="001F0C77" w:rsidP="001F0C77">
            <w:pPr>
              <w:pStyle w:val="SIText"/>
            </w:pPr>
            <w:r w:rsidRPr="00F15B01">
              <w:t xml:space="preserve">An individual demonstrating </w:t>
            </w:r>
            <w:r w:rsidRPr="001F0C77">
              <w:t xml:space="preserve">competency must satisfy </w:t>
            </w:r>
            <w:proofErr w:type="gramStart"/>
            <w:r w:rsidRPr="001F0C77">
              <w:t>all of</w:t>
            </w:r>
            <w:proofErr w:type="gramEnd"/>
            <w:r w:rsidRPr="001F0C77">
              <w:t xml:space="preserve"> the elements and performance criteria in this unit.</w:t>
            </w:r>
          </w:p>
          <w:p w14:paraId="7040ED1E" w14:textId="77777777" w:rsidR="001F0C77" w:rsidRPr="001F0C77" w:rsidRDefault="001F0C77" w:rsidP="001F0C77">
            <w:pPr>
              <w:pStyle w:val="SIText"/>
            </w:pPr>
            <w:r w:rsidRPr="00F15B01">
              <w:t xml:space="preserve">There must be </w:t>
            </w:r>
            <w:r w:rsidRPr="001F0C77">
              <w:t xml:space="preserve">evidence that the individual has: </w:t>
            </w:r>
          </w:p>
          <w:p w14:paraId="7BC19F3F" w14:textId="71DDABED" w:rsidR="00B81BDE" w:rsidRDefault="001F0C77" w:rsidP="001F0C77">
            <w:pPr>
              <w:pStyle w:val="SIBulletList1"/>
            </w:pPr>
            <w:r>
              <w:t xml:space="preserve">cut </w:t>
            </w:r>
            <w:r w:rsidR="00260FDD">
              <w:t>twenty</w:t>
            </w:r>
            <w:r>
              <w:t xml:space="preserve"> individual pieces of timber </w:t>
            </w:r>
            <w:r w:rsidRPr="001F0C77">
              <w:t>to industry standard lengths</w:t>
            </w:r>
          </w:p>
          <w:p w14:paraId="2D4F118F" w14:textId="51EE1A7A" w:rsidR="00B81BDE" w:rsidRDefault="001F0C77" w:rsidP="001F0C77">
            <w:pPr>
              <w:pStyle w:val="SIBulletList1"/>
            </w:pPr>
            <w:r w:rsidRPr="001F0C77">
              <w:t>maximis</w:t>
            </w:r>
            <w:r w:rsidR="00B81BDE">
              <w:t>ed</w:t>
            </w:r>
            <w:r w:rsidRPr="001F0C77">
              <w:t xml:space="preserve"> volume and quality of recovery material </w:t>
            </w:r>
          </w:p>
          <w:p w14:paraId="7F28F816" w14:textId="23B071A0" w:rsidR="001F0C77" w:rsidRPr="001F0C77" w:rsidRDefault="001F0C77" w:rsidP="001F0C77">
            <w:pPr>
              <w:pStyle w:val="SIBulletList1"/>
            </w:pPr>
            <w:r w:rsidRPr="00D42484">
              <w:t>follow</w:t>
            </w:r>
            <w:r w:rsidR="00B81BDE">
              <w:t>ed</w:t>
            </w:r>
            <w:r w:rsidRPr="00D42484">
              <w:t xml:space="preserve"> a work order or instruction</w:t>
            </w:r>
            <w:r w:rsidR="00B81BDE">
              <w:t>,</w:t>
            </w:r>
            <w:r w:rsidRPr="00D42484">
              <w:t xml:space="preserve"> workplace policy and procedures and current workplace </w:t>
            </w:r>
            <w:r w:rsidR="00B81BDE">
              <w:t>safety and environmental requirements</w:t>
            </w:r>
            <w:r w:rsidRPr="00D42484">
              <w:t xml:space="preserve"> </w:t>
            </w:r>
          </w:p>
          <w:p w14:paraId="7B088DC7" w14:textId="4303D846" w:rsidR="00794339" w:rsidRDefault="001F0C77" w:rsidP="007C369D">
            <w:pPr>
              <w:pStyle w:val="SIBulletList1"/>
            </w:pPr>
            <w:r>
              <w:t>inspected and carried out routine operator mainte</w:t>
            </w:r>
            <w:r w:rsidRPr="001F0C77">
              <w:t xml:space="preserve">nance on one </w:t>
            </w:r>
            <w:r>
              <w:t>hand</w:t>
            </w:r>
            <w:r w:rsidR="00886D82">
              <w:t>-</w:t>
            </w:r>
            <w:r>
              <w:t>held chain saw</w:t>
            </w:r>
            <w:r w:rsidR="00794339">
              <w:t>:</w:t>
            </w:r>
          </w:p>
          <w:p w14:paraId="3F537752" w14:textId="0DF4FE81" w:rsidR="00556C4C" w:rsidRPr="000754EC" w:rsidRDefault="001F0C77" w:rsidP="00A1743D">
            <w:pPr>
              <w:pStyle w:val="SIBulletList2"/>
            </w:pPr>
            <w:r w:rsidRPr="001F0C77">
              <w:t>remov</w:t>
            </w:r>
            <w:r w:rsidR="00794339">
              <w:t>ed</w:t>
            </w:r>
            <w:r w:rsidRPr="001F0C77">
              <w:t>, sharpen</w:t>
            </w:r>
            <w:r w:rsidR="00794339">
              <w:t>ed</w:t>
            </w:r>
            <w:r w:rsidRPr="001F0C77">
              <w:t xml:space="preserve"> or replac</w:t>
            </w:r>
            <w:r w:rsidR="00794339">
              <w:t>ed</w:t>
            </w:r>
            <w:r w:rsidRPr="001F0C77">
              <w:t xml:space="preserve"> chain</w:t>
            </w:r>
            <w:r>
              <w:t xml:space="preserve"> and adjust</w:t>
            </w:r>
            <w:r w:rsidR="00794339">
              <w:t>ed</w:t>
            </w:r>
            <w:r>
              <w:t xml:space="preserve"> blade</w:t>
            </w:r>
            <w:r w:rsidRPr="001F0C77">
              <w:t>, according to manufacturer requirements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39379EB" w14:textId="51AB8298" w:rsidR="001F0C77" w:rsidRPr="001F0C77" w:rsidRDefault="001F0C77" w:rsidP="001F0C77">
            <w:pPr>
              <w:pStyle w:val="SIText"/>
            </w:pPr>
            <w:r w:rsidRPr="008D6A9F">
              <w:t xml:space="preserve">An </w:t>
            </w:r>
            <w:r w:rsidRPr="001F0C77">
              <w:t>individual must be able to demonstrate the knowledge required to perform the tasks outlined in the elements and performance criteria of this unit. This includes knowledge of:</w:t>
            </w:r>
          </w:p>
          <w:p w14:paraId="2EB3CD41" w14:textId="0E821D16" w:rsidR="007131E0" w:rsidRPr="007C369D" w:rsidRDefault="00212A44" w:rsidP="00212A44">
            <w:pPr>
              <w:pStyle w:val="SIBulletList1"/>
            </w:pPr>
            <w:r>
              <w:t xml:space="preserve">industry </w:t>
            </w:r>
            <w:r w:rsidR="007C369D" w:rsidRPr="007C369D">
              <w:t>standards</w:t>
            </w:r>
            <w:r>
              <w:t>, work order</w:t>
            </w:r>
            <w:r w:rsidR="00260FDD">
              <w:t>s</w:t>
            </w:r>
            <w:r>
              <w:t xml:space="preserve"> and instructions</w:t>
            </w:r>
            <w:r w:rsidR="007C369D" w:rsidRPr="007C369D">
              <w:t xml:space="preserve"> </w:t>
            </w:r>
          </w:p>
          <w:p w14:paraId="67A12440" w14:textId="64EA45D1" w:rsidR="007C369D" w:rsidRPr="007C369D" w:rsidRDefault="00794339" w:rsidP="007C369D">
            <w:pPr>
              <w:pStyle w:val="SIBulletList1"/>
            </w:pPr>
            <w:r>
              <w:t xml:space="preserve">workplace and </w:t>
            </w:r>
            <w:r w:rsidR="007C369D" w:rsidRPr="007C369D">
              <w:t xml:space="preserve">environmental requirements </w:t>
            </w:r>
            <w:r>
              <w:t>for</w:t>
            </w:r>
            <w:r w:rsidRPr="007C369D">
              <w:t xml:space="preserve"> </w:t>
            </w:r>
            <w:r w:rsidR="007C369D" w:rsidRPr="007C369D">
              <w:t>safe disposal of waste material</w:t>
            </w:r>
          </w:p>
          <w:p w14:paraId="37A48987" w14:textId="37D63203" w:rsidR="00212A44" w:rsidRDefault="00212A44" w:rsidP="007C369D">
            <w:pPr>
              <w:pStyle w:val="SIBulletList1"/>
            </w:pPr>
            <w:r>
              <w:t>workplace safety:</w:t>
            </w:r>
          </w:p>
          <w:p w14:paraId="66B35818" w14:textId="768BC857" w:rsidR="001E55CF" w:rsidRDefault="001E55CF" w:rsidP="00A1743D">
            <w:pPr>
              <w:pStyle w:val="SIBulletList2"/>
            </w:pPr>
            <w:r>
              <w:t xml:space="preserve">hazards and </w:t>
            </w:r>
            <w:r w:rsidR="00212A44">
              <w:t>control measures</w:t>
            </w:r>
            <w:r w:rsidRPr="001E55CF">
              <w:t xml:space="preserve"> </w:t>
            </w:r>
          </w:p>
          <w:p w14:paraId="4963E81C" w14:textId="77777777" w:rsidR="00212A44" w:rsidRDefault="00212A44" w:rsidP="00A1743D">
            <w:pPr>
              <w:pStyle w:val="SIBulletList2"/>
            </w:pPr>
            <w:r>
              <w:t>exposure to dust</w:t>
            </w:r>
          </w:p>
          <w:p w14:paraId="1660C510" w14:textId="5D727107" w:rsidR="00212A44" w:rsidRDefault="00212A44">
            <w:pPr>
              <w:pStyle w:val="SIBulletList2"/>
            </w:pPr>
            <w:r>
              <w:t>hazardous manual tasks</w:t>
            </w:r>
          </w:p>
          <w:p w14:paraId="0A66F9FB" w14:textId="006CF8BE" w:rsidR="008D5F4F" w:rsidRDefault="008D5F4F" w:rsidP="00A1743D">
            <w:pPr>
              <w:pStyle w:val="SIBulletList2"/>
            </w:pPr>
            <w:r>
              <w:t>personal protective equipment (PPE)</w:t>
            </w:r>
          </w:p>
          <w:p w14:paraId="40E2A39D" w14:textId="77777777" w:rsidR="00FF3BA1" w:rsidRDefault="00FF3BA1" w:rsidP="007C369D">
            <w:pPr>
              <w:pStyle w:val="SIBulletList1"/>
            </w:pPr>
            <w:r>
              <w:t xml:space="preserve">functions and </w:t>
            </w:r>
            <w:r w:rsidR="007C369D" w:rsidRPr="007C369D">
              <w:t>operation</w:t>
            </w:r>
            <w:r>
              <w:t xml:space="preserve"> of a hand-held chainsaw:</w:t>
            </w:r>
          </w:p>
          <w:p w14:paraId="2BF887DD" w14:textId="363C0DA9" w:rsidR="007C369D" w:rsidRPr="007C369D" w:rsidRDefault="007C369D" w:rsidP="00A1743D">
            <w:pPr>
              <w:pStyle w:val="SIBulletList2"/>
            </w:pPr>
            <w:r w:rsidRPr="007C369D">
              <w:t xml:space="preserve"> procedures</w:t>
            </w:r>
            <w:r w:rsidR="00FF3BA1">
              <w:t xml:space="preserve">, </w:t>
            </w:r>
            <w:r w:rsidRPr="007C369D">
              <w:t>checks</w:t>
            </w:r>
            <w:r w:rsidR="00FF3BA1">
              <w:t xml:space="preserve">, </w:t>
            </w:r>
            <w:r w:rsidRPr="007C369D">
              <w:t>start-up and shut-down procedures</w:t>
            </w:r>
          </w:p>
          <w:p w14:paraId="7880F03D" w14:textId="15FD046B" w:rsidR="007C369D" w:rsidRPr="007C369D" w:rsidRDefault="007C369D" w:rsidP="00A1743D">
            <w:pPr>
              <w:pStyle w:val="SIBulletList2"/>
            </w:pPr>
            <w:r w:rsidRPr="007C369D">
              <w:t>capability and limitations</w:t>
            </w:r>
          </w:p>
          <w:p w14:paraId="058D54E4" w14:textId="77777777" w:rsidR="007C369D" w:rsidRPr="007C369D" w:rsidRDefault="007C369D" w:rsidP="007C369D">
            <w:pPr>
              <w:pStyle w:val="SIBulletList1"/>
            </w:pPr>
            <w:r w:rsidRPr="007C369D">
              <w:t>established communication channels and protocols to maintain safety</w:t>
            </w:r>
          </w:p>
          <w:p w14:paraId="4F6A17DE" w14:textId="2DAE6A7B" w:rsidR="007C369D" w:rsidRPr="007C369D" w:rsidRDefault="00A257B5" w:rsidP="007C369D">
            <w:pPr>
              <w:pStyle w:val="SIBulletList1"/>
            </w:pPr>
            <w:r>
              <w:t>types of</w:t>
            </w:r>
            <w:r w:rsidR="007C369D" w:rsidRPr="007C369D">
              <w:t xml:space="preserve"> defects in timber that can </w:t>
            </w:r>
            <w:r w:rsidR="004B1532" w:rsidRPr="007C369D">
              <w:t>affect</w:t>
            </w:r>
            <w:r w:rsidR="007C369D" w:rsidRPr="007C369D">
              <w:t xml:space="preserve"> processing and cause risk</w:t>
            </w:r>
          </w:p>
          <w:p w14:paraId="40951706" w14:textId="5A36C8A2" w:rsidR="00D3333F" w:rsidRPr="000754EC" w:rsidRDefault="007C369D" w:rsidP="004B1532">
            <w:pPr>
              <w:pStyle w:val="SIBulletList1"/>
            </w:pPr>
            <w:r w:rsidRPr="007C369D">
              <w:t xml:space="preserve">procedures for recording and reporting workplace </w:t>
            </w:r>
            <w:r w:rsidR="004B1532">
              <w:t>and operational</w:t>
            </w:r>
            <w:r w:rsidRPr="007C369D">
              <w:t xml:space="preserve"> information.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58A9F9FD" w14:textId="77777777" w:rsidR="00A257B5" w:rsidRPr="00A257B5" w:rsidRDefault="00A257B5" w:rsidP="00A257B5">
            <w:pPr>
              <w:pStyle w:val="SIText"/>
            </w:pPr>
            <w:r w:rsidRPr="008D6A9F">
              <w:t>Assessment of the skills in this unit of competency must take place under the following conditions:</w:t>
            </w:r>
          </w:p>
          <w:p w14:paraId="0BE84065" w14:textId="77777777" w:rsidR="00A257B5" w:rsidRPr="00A257B5" w:rsidRDefault="00A257B5" w:rsidP="00A257B5">
            <w:pPr>
              <w:pStyle w:val="SIBulletList1"/>
            </w:pPr>
            <w:r w:rsidRPr="00772464">
              <w:t>physical conditions</w:t>
            </w:r>
            <w:r w:rsidRPr="00A257B5" w:rsidDel="001570FC">
              <w:t xml:space="preserve"> </w:t>
            </w:r>
          </w:p>
          <w:p w14:paraId="67FB223A" w14:textId="77777777" w:rsidR="00A257B5" w:rsidRPr="00A257B5" w:rsidRDefault="00A257B5" w:rsidP="00A257B5">
            <w:pPr>
              <w:pStyle w:val="SIBulletList2"/>
            </w:pPr>
            <w:r w:rsidRPr="001570FC">
              <w:t xml:space="preserve">skills must be demonstrated in a </w:t>
            </w:r>
            <w:r w:rsidRPr="00A257B5">
              <w:t xml:space="preserve">workplace location or an environment that accurately represents workplace conditions </w:t>
            </w:r>
          </w:p>
          <w:p w14:paraId="285D0C79" w14:textId="77777777" w:rsidR="00A257B5" w:rsidRPr="00A257B5" w:rsidRDefault="00A257B5" w:rsidP="00A257B5">
            <w:pPr>
              <w:pStyle w:val="SIBulletList1"/>
            </w:pPr>
            <w:r w:rsidRPr="00772464">
              <w:t>resources, equipment and materials:</w:t>
            </w:r>
          </w:p>
          <w:p w14:paraId="63D5B315" w14:textId="7773CD81" w:rsidR="00A257B5" w:rsidRPr="00A257B5" w:rsidRDefault="00A257B5" w:rsidP="00886D82">
            <w:pPr>
              <w:pStyle w:val="SIBulletList2"/>
            </w:pPr>
            <w:r w:rsidRPr="00F12A3F">
              <w:t xml:space="preserve">a </w:t>
            </w:r>
            <w:r>
              <w:t>hand</w:t>
            </w:r>
            <w:r w:rsidR="00886D82">
              <w:t>-</w:t>
            </w:r>
            <w:r>
              <w:t>held</w:t>
            </w:r>
            <w:r w:rsidRPr="00F12A3F">
              <w:t xml:space="preserve"> chainsaw</w:t>
            </w:r>
            <w:r w:rsidR="00886D82">
              <w:t xml:space="preserve"> and maintenance </w:t>
            </w:r>
            <w:r w:rsidRPr="004955F6">
              <w:t xml:space="preserve">tools and equipment </w:t>
            </w:r>
          </w:p>
          <w:p w14:paraId="05BEFB51" w14:textId="34C8BB71" w:rsidR="00A257B5" w:rsidRPr="00A257B5" w:rsidRDefault="008D5F4F" w:rsidP="00A1743D">
            <w:pPr>
              <w:pStyle w:val="SIBulletList2"/>
            </w:pPr>
            <w:r>
              <w:t>PPE</w:t>
            </w:r>
          </w:p>
          <w:p w14:paraId="57DE7322" w14:textId="5CFA7BCB" w:rsidR="00886D82" w:rsidRDefault="00886D82" w:rsidP="00A1743D">
            <w:pPr>
              <w:pStyle w:val="SIBulletList1"/>
            </w:pPr>
            <w:r>
              <w:t>specifications:</w:t>
            </w:r>
          </w:p>
          <w:p w14:paraId="403E6053" w14:textId="13CBA0D1" w:rsidR="00886D82" w:rsidRDefault="00A257B5" w:rsidP="00886D82">
            <w:pPr>
              <w:pStyle w:val="SIBulletList2"/>
            </w:pPr>
            <w:r>
              <w:t>work order or instruction</w:t>
            </w:r>
          </w:p>
          <w:p w14:paraId="6A0782EA" w14:textId="3F207CA7" w:rsidR="00A257B5" w:rsidRPr="00A257B5" w:rsidRDefault="00A257B5" w:rsidP="00886D82">
            <w:pPr>
              <w:pStyle w:val="SIBulletList2"/>
            </w:pPr>
            <w:r w:rsidRPr="00DF5D3F">
              <w:t xml:space="preserve">workplace policies and procedures </w:t>
            </w:r>
            <w:r w:rsidRPr="00A257B5">
              <w:t xml:space="preserve">industry standards and codes of practice </w:t>
            </w:r>
          </w:p>
          <w:p w14:paraId="667D2D76" w14:textId="4D60C2F2" w:rsidR="00A257B5" w:rsidRPr="00A257B5" w:rsidRDefault="00A257B5" w:rsidP="00A257B5">
            <w:pPr>
              <w:pStyle w:val="SIBulletList2"/>
            </w:pPr>
            <w:r w:rsidRPr="00A257B5">
              <w:t xml:space="preserve">workplace safety and environmental </w:t>
            </w:r>
            <w:r w:rsidR="00886D82">
              <w:t>requirements</w:t>
            </w:r>
          </w:p>
          <w:p w14:paraId="74945B8B" w14:textId="4A06291E" w:rsidR="00A257B5" w:rsidRPr="00A257B5" w:rsidRDefault="00886D82" w:rsidP="00A257B5">
            <w:pPr>
              <w:pStyle w:val="SIBulletList2"/>
            </w:pPr>
            <w:r>
              <w:t xml:space="preserve">manufacturer </w:t>
            </w:r>
            <w:r w:rsidR="00A257B5" w:rsidRPr="00DF5D3F">
              <w:t>operating procedures</w:t>
            </w:r>
            <w:r w:rsidR="00A257B5" w:rsidRPr="00A257B5">
              <w:t>.</w:t>
            </w:r>
          </w:p>
          <w:p w14:paraId="7A88C905" w14:textId="121FC103" w:rsidR="00A257B5" w:rsidRDefault="00886D82" w:rsidP="00A1743D">
            <w:pPr>
              <w:pStyle w:val="SIBulletList1"/>
            </w:pPr>
            <w:r>
              <w:t>relationships:</w:t>
            </w:r>
          </w:p>
          <w:p w14:paraId="6C77910F" w14:textId="6689FDE9" w:rsidR="00886D82" w:rsidRPr="001A46FE" w:rsidRDefault="00886D82" w:rsidP="00886D82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 xml:space="preserve">nfirm work orders, coordinate </w:t>
            </w:r>
            <w:r w:rsidR="00C50553">
              <w:t>workplace tasks</w:t>
            </w:r>
            <w:r>
              <w:t xml:space="preserve"> and report </w:t>
            </w:r>
            <w:r w:rsidR="00C50553">
              <w:t>maintenance activities</w:t>
            </w:r>
            <w:r w:rsidRPr="001A46FE">
              <w:t>.</w:t>
            </w:r>
          </w:p>
          <w:p w14:paraId="673C4510" w14:textId="77777777" w:rsidR="00886D82" w:rsidRDefault="00886D82" w:rsidP="00A1743D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39215B3" w14:textId="74DA9B24" w:rsidR="00F1480E" w:rsidRPr="00255C67" w:rsidRDefault="00A257B5" w:rsidP="00A1743D">
            <w:pPr>
              <w:pStyle w:val="SIText"/>
            </w:pPr>
            <w:r w:rsidRPr="00EF4407">
              <w:t>Assessors of this unit must satisfy the requirements for assessors in applicable vocational education and training legislation, frameworks and/or standards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017E9F01" w:rsidR="00F1480E" w:rsidRPr="000754EC" w:rsidRDefault="003E34E7" w:rsidP="000754EC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EF4CD" w14:textId="77777777" w:rsidR="00C97FFA" w:rsidRDefault="00C97FFA" w:rsidP="00BF3F0A">
      <w:r>
        <w:separator/>
      </w:r>
    </w:p>
    <w:p w14:paraId="5E023D34" w14:textId="77777777" w:rsidR="00C97FFA" w:rsidRDefault="00C97FFA"/>
  </w:endnote>
  <w:endnote w:type="continuationSeparator" w:id="0">
    <w:p w14:paraId="7EA84FA0" w14:textId="77777777" w:rsidR="00C97FFA" w:rsidRDefault="00C97FFA" w:rsidP="00BF3F0A">
      <w:r>
        <w:continuationSeparator/>
      </w:r>
    </w:p>
    <w:p w14:paraId="1A039DD2" w14:textId="77777777" w:rsidR="00C97FFA" w:rsidRDefault="00C97F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126C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DA8D0" w14:textId="77777777" w:rsidR="00C97FFA" w:rsidRDefault="00C97FFA" w:rsidP="00BF3F0A">
      <w:r>
        <w:separator/>
      </w:r>
    </w:p>
    <w:p w14:paraId="1B62277B" w14:textId="77777777" w:rsidR="00C97FFA" w:rsidRDefault="00C97FFA"/>
  </w:footnote>
  <w:footnote w:type="continuationSeparator" w:id="0">
    <w:p w14:paraId="24470FB3" w14:textId="77777777" w:rsidR="00C97FFA" w:rsidRDefault="00C97FFA" w:rsidP="00BF3F0A">
      <w:r>
        <w:continuationSeparator/>
      </w:r>
    </w:p>
    <w:p w14:paraId="5531FD2C" w14:textId="77777777" w:rsidR="00C97FFA" w:rsidRDefault="00C97F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71A6A4A1" w:rsidR="009C2650" w:rsidRPr="007C369D" w:rsidRDefault="007C369D" w:rsidP="007C369D">
    <w:r w:rsidRPr="007C369D">
      <w:t>FWPCOT2</w:t>
    </w:r>
    <w:r w:rsidR="005D459B">
      <w:t>XXX</w:t>
    </w:r>
    <w:r w:rsidRPr="007C369D">
      <w:t xml:space="preserve"> Cut materials with a hand-held chainsaw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xMzcyMrQwMTdR0lEKTi0uzszPAykwrAUAOJM3Gy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5D8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B13E5"/>
    <w:rsid w:val="000C149A"/>
    <w:rsid w:val="000C224E"/>
    <w:rsid w:val="000D14CC"/>
    <w:rsid w:val="000E1536"/>
    <w:rsid w:val="000E25E6"/>
    <w:rsid w:val="000E2C86"/>
    <w:rsid w:val="000F29F2"/>
    <w:rsid w:val="000F6F62"/>
    <w:rsid w:val="00101659"/>
    <w:rsid w:val="00103E31"/>
    <w:rsid w:val="00104D6D"/>
    <w:rsid w:val="00105AEA"/>
    <w:rsid w:val="001078BF"/>
    <w:rsid w:val="001223D7"/>
    <w:rsid w:val="00126F8B"/>
    <w:rsid w:val="00133957"/>
    <w:rsid w:val="001372F6"/>
    <w:rsid w:val="00144385"/>
    <w:rsid w:val="00146EEC"/>
    <w:rsid w:val="00147008"/>
    <w:rsid w:val="00151D55"/>
    <w:rsid w:val="00151D93"/>
    <w:rsid w:val="00156EF3"/>
    <w:rsid w:val="001766A1"/>
    <w:rsid w:val="00176E4F"/>
    <w:rsid w:val="00181EF3"/>
    <w:rsid w:val="0018546B"/>
    <w:rsid w:val="0018703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5CF"/>
    <w:rsid w:val="001F0C77"/>
    <w:rsid w:val="001F2BA5"/>
    <w:rsid w:val="001F308D"/>
    <w:rsid w:val="001F3334"/>
    <w:rsid w:val="00201A7C"/>
    <w:rsid w:val="0021210E"/>
    <w:rsid w:val="00212A44"/>
    <w:rsid w:val="0021414D"/>
    <w:rsid w:val="00223124"/>
    <w:rsid w:val="002261D8"/>
    <w:rsid w:val="00233143"/>
    <w:rsid w:val="00234444"/>
    <w:rsid w:val="0024030F"/>
    <w:rsid w:val="00242293"/>
    <w:rsid w:val="00244EA7"/>
    <w:rsid w:val="00247727"/>
    <w:rsid w:val="00255C67"/>
    <w:rsid w:val="00260FDD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CD3"/>
    <w:rsid w:val="002A6CC4"/>
    <w:rsid w:val="002B381B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37E82"/>
    <w:rsid w:val="003404AD"/>
    <w:rsid w:val="00340D3C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4E7"/>
    <w:rsid w:val="003E72B6"/>
    <w:rsid w:val="003E7BBE"/>
    <w:rsid w:val="003F3988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AF6"/>
    <w:rsid w:val="004A142B"/>
    <w:rsid w:val="004A3860"/>
    <w:rsid w:val="004A44E8"/>
    <w:rsid w:val="004A581D"/>
    <w:rsid w:val="004A7706"/>
    <w:rsid w:val="004A77E3"/>
    <w:rsid w:val="004B1532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3622"/>
    <w:rsid w:val="005240E7"/>
    <w:rsid w:val="005248C1"/>
    <w:rsid w:val="00526134"/>
    <w:rsid w:val="005405B2"/>
    <w:rsid w:val="005427C8"/>
    <w:rsid w:val="005446D1"/>
    <w:rsid w:val="00550D54"/>
    <w:rsid w:val="00552AD2"/>
    <w:rsid w:val="00556C4C"/>
    <w:rsid w:val="00557369"/>
    <w:rsid w:val="00564ADD"/>
    <w:rsid w:val="00570175"/>
    <w:rsid w:val="005708EB"/>
    <w:rsid w:val="0057126C"/>
    <w:rsid w:val="00572CB2"/>
    <w:rsid w:val="00575BC6"/>
    <w:rsid w:val="00583902"/>
    <w:rsid w:val="005A1D70"/>
    <w:rsid w:val="005A3AA5"/>
    <w:rsid w:val="005A6AF3"/>
    <w:rsid w:val="005A6C9C"/>
    <w:rsid w:val="005A74DC"/>
    <w:rsid w:val="005B3738"/>
    <w:rsid w:val="005B5146"/>
    <w:rsid w:val="005D1AFD"/>
    <w:rsid w:val="005D459B"/>
    <w:rsid w:val="005E51E6"/>
    <w:rsid w:val="005F027A"/>
    <w:rsid w:val="005F33CC"/>
    <w:rsid w:val="005F771F"/>
    <w:rsid w:val="0060302A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60C7A"/>
    <w:rsid w:val="00686A49"/>
    <w:rsid w:val="00687B62"/>
    <w:rsid w:val="00690C44"/>
    <w:rsid w:val="006966B9"/>
    <w:rsid w:val="006969D9"/>
    <w:rsid w:val="006A2B68"/>
    <w:rsid w:val="006A44C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1E0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65CE3"/>
    <w:rsid w:val="007716FD"/>
    <w:rsid w:val="00771B60"/>
    <w:rsid w:val="00781D77"/>
    <w:rsid w:val="00783549"/>
    <w:rsid w:val="007860B7"/>
    <w:rsid w:val="00786DC8"/>
    <w:rsid w:val="00794339"/>
    <w:rsid w:val="007A300D"/>
    <w:rsid w:val="007B1ABA"/>
    <w:rsid w:val="007C1B87"/>
    <w:rsid w:val="007C369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6790"/>
    <w:rsid w:val="00886D82"/>
    <w:rsid w:val="008908DE"/>
    <w:rsid w:val="008A12ED"/>
    <w:rsid w:val="008A1E95"/>
    <w:rsid w:val="008A39D3"/>
    <w:rsid w:val="008A479A"/>
    <w:rsid w:val="008B2C77"/>
    <w:rsid w:val="008B4AD2"/>
    <w:rsid w:val="008B7138"/>
    <w:rsid w:val="008D5F4F"/>
    <w:rsid w:val="008D7A7B"/>
    <w:rsid w:val="008D7BAC"/>
    <w:rsid w:val="008E260C"/>
    <w:rsid w:val="008E39BE"/>
    <w:rsid w:val="008E62EC"/>
    <w:rsid w:val="008F2392"/>
    <w:rsid w:val="008F32F6"/>
    <w:rsid w:val="008F4BE7"/>
    <w:rsid w:val="0090319F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6E90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1743D"/>
    <w:rsid w:val="00A17CCF"/>
    <w:rsid w:val="00A216A8"/>
    <w:rsid w:val="00A223A6"/>
    <w:rsid w:val="00A257B5"/>
    <w:rsid w:val="00A3639E"/>
    <w:rsid w:val="00A44CD2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C7AE8"/>
    <w:rsid w:val="00AD3896"/>
    <w:rsid w:val="00AD4F54"/>
    <w:rsid w:val="00AD5B47"/>
    <w:rsid w:val="00AE1ED9"/>
    <w:rsid w:val="00AE32CB"/>
    <w:rsid w:val="00AE6EB7"/>
    <w:rsid w:val="00AF3957"/>
    <w:rsid w:val="00B0712C"/>
    <w:rsid w:val="00B12013"/>
    <w:rsid w:val="00B22C67"/>
    <w:rsid w:val="00B25265"/>
    <w:rsid w:val="00B26EFA"/>
    <w:rsid w:val="00B3508F"/>
    <w:rsid w:val="00B443EE"/>
    <w:rsid w:val="00B54507"/>
    <w:rsid w:val="00B560C8"/>
    <w:rsid w:val="00B61150"/>
    <w:rsid w:val="00B65BC7"/>
    <w:rsid w:val="00B746B9"/>
    <w:rsid w:val="00B81BDE"/>
    <w:rsid w:val="00B82231"/>
    <w:rsid w:val="00B826A4"/>
    <w:rsid w:val="00B848D4"/>
    <w:rsid w:val="00B865B7"/>
    <w:rsid w:val="00B90468"/>
    <w:rsid w:val="00BA13AC"/>
    <w:rsid w:val="00BA1CB1"/>
    <w:rsid w:val="00BA30C3"/>
    <w:rsid w:val="00BA4178"/>
    <w:rsid w:val="00BA482D"/>
    <w:rsid w:val="00BB1755"/>
    <w:rsid w:val="00BB23F4"/>
    <w:rsid w:val="00BC0C36"/>
    <w:rsid w:val="00BC5075"/>
    <w:rsid w:val="00BC5419"/>
    <w:rsid w:val="00BD3B0F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1F6B"/>
    <w:rsid w:val="00C43DFA"/>
    <w:rsid w:val="00C50553"/>
    <w:rsid w:val="00C578E9"/>
    <w:rsid w:val="00C70626"/>
    <w:rsid w:val="00C7108D"/>
    <w:rsid w:val="00C72860"/>
    <w:rsid w:val="00C73582"/>
    <w:rsid w:val="00C73B90"/>
    <w:rsid w:val="00C742EC"/>
    <w:rsid w:val="00C76A00"/>
    <w:rsid w:val="00C834FC"/>
    <w:rsid w:val="00C96AF3"/>
    <w:rsid w:val="00C97CCC"/>
    <w:rsid w:val="00C97FFA"/>
    <w:rsid w:val="00CA0274"/>
    <w:rsid w:val="00CB746F"/>
    <w:rsid w:val="00CC0ACB"/>
    <w:rsid w:val="00CC451E"/>
    <w:rsid w:val="00CD3D99"/>
    <w:rsid w:val="00CD3E10"/>
    <w:rsid w:val="00CD4E9D"/>
    <w:rsid w:val="00CD4F4D"/>
    <w:rsid w:val="00CE7D19"/>
    <w:rsid w:val="00CF0CF5"/>
    <w:rsid w:val="00CF2B3E"/>
    <w:rsid w:val="00CF5000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F01F8"/>
    <w:rsid w:val="00EF40EF"/>
    <w:rsid w:val="00EF47FE"/>
    <w:rsid w:val="00F069BD"/>
    <w:rsid w:val="00F12A3F"/>
    <w:rsid w:val="00F1480E"/>
    <w:rsid w:val="00F1497D"/>
    <w:rsid w:val="00F16AAC"/>
    <w:rsid w:val="00F26453"/>
    <w:rsid w:val="00F33FF2"/>
    <w:rsid w:val="00F408D4"/>
    <w:rsid w:val="00F438FC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A12BB"/>
    <w:rsid w:val="00FB232E"/>
    <w:rsid w:val="00FB4C38"/>
    <w:rsid w:val="00FB7C6A"/>
    <w:rsid w:val="00FD1230"/>
    <w:rsid w:val="00FD5163"/>
    <w:rsid w:val="00FD557D"/>
    <w:rsid w:val="00FE0282"/>
    <w:rsid w:val="00FE0D0D"/>
    <w:rsid w:val="00FE124D"/>
    <w:rsid w:val="00FE792C"/>
    <w:rsid w:val="00FF3B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F0C7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4F7D76-A0A2-428B-89B5-C4A9414A4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555</TotalTime>
  <Pages>4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65</cp:revision>
  <cp:lastPrinted>2016-05-27T05:21:00Z</cp:lastPrinted>
  <dcterms:created xsi:type="dcterms:W3CDTF">2019-07-21T23:08:00Z</dcterms:created>
  <dcterms:modified xsi:type="dcterms:W3CDTF">2020-03-31T23:38:00Z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